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1D4FD" w14:textId="36CC8C13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AC007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C007C" w:rsidRPr="00AC007C">
        <w:rPr>
          <w:rFonts w:asciiTheme="majorHAnsi" w:eastAsia="Times New Roman" w:hAnsiTheme="majorHAnsi" w:cs="Times New Roman"/>
          <w:lang w:eastAsia="cs-CZ"/>
        </w:rPr>
        <w:t>5</w:t>
      </w:r>
      <w:r w:rsidR="00DD29C3" w:rsidRPr="00AC007C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92129C">
        <w:rPr>
          <w:rFonts w:asciiTheme="majorHAnsi" w:eastAsia="Times New Roman" w:hAnsiTheme="majorHAnsi" w:cs="Times New Roman"/>
          <w:lang w:eastAsia="cs-CZ"/>
        </w:rPr>
        <w:t xml:space="preserve"> o dílo na vytvoření software</w:t>
      </w:r>
    </w:p>
    <w:p w14:paraId="64E4CABF" w14:textId="77777777" w:rsidR="00DD29C3" w:rsidRPr="008E63A2" w:rsidRDefault="00DD29C3" w:rsidP="005A0D79">
      <w:pPr>
        <w:pStyle w:val="Nadpis1"/>
        <w:rPr>
          <w:rFonts w:eastAsia="Times New Roman"/>
          <w:color w:val="FF5200"/>
          <w:sz w:val="32"/>
          <w:szCs w:val="32"/>
          <w:lang w:eastAsia="cs-CZ"/>
        </w:rPr>
      </w:pPr>
      <w:r w:rsidRPr="008E63A2">
        <w:rPr>
          <w:rFonts w:eastAsia="Times New Roman"/>
          <w:color w:val="FF5200"/>
          <w:sz w:val="32"/>
          <w:szCs w:val="32"/>
          <w:lang w:eastAsia="cs-CZ"/>
        </w:rPr>
        <w:t>Poddodavatelé</w:t>
      </w:r>
    </w:p>
    <w:p w14:paraId="3842DD40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782EAE3F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1DFAA76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7"/>
        <w:gridCol w:w="4917"/>
      </w:tblGrid>
      <w:tr w:rsidR="00DD29C3" w:rsidRPr="00FF65DD" w14:paraId="1C545604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C9B4935" w14:textId="77777777" w:rsidR="00DD29C3" w:rsidRPr="001B629E" w:rsidRDefault="00DD29C3" w:rsidP="005A0D79">
            <w:pPr>
              <w:rPr>
                <w:szCs w:val="18"/>
              </w:rPr>
            </w:pPr>
            <w:r w:rsidRPr="005A0D79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7471FDE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A749052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4D194D3" w14:textId="77777777" w:rsidR="00DD29C3" w:rsidRPr="001B629E" w:rsidRDefault="00DD29C3" w:rsidP="005A0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39CE2C9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E9E70DA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F5C0F91" w14:textId="77777777" w:rsidR="00DD29C3" w:rsidRPr="001B629E" w:rsidRDefault="00DD29C3" w:rsidP="005A0D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highlight w:val="green"/>
                <w:lang w:val="en-US"/>
              </w:rPr>
              <w:t>ZHOTOVITEL</w:t>
            </w:r>
            <w:r w:rsidR="00CF5421"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359204C2" w14:textId="77777777" w:rsidR="00DD29C3" w:rsidRPr="001B629E" w:rsidRDefault="00DD29C3" w:rsidP="00602B04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DCD6722" w14:textId="77777777" w:rsidR="009F392E" w:rsidRDefault="009F392E" w:rsidP="00DD29C3"/>
    <w:p w14:paraId="57F1C5F0" w14:textId="77777777" w:rsidR="00C75BC2" w:rsidRPr="00C75BC2" w:rsidRDefault="00C75BC2" w:rsidP="00C75BC2"/>
    <w:p w14:paraId="42A6E61C" w14:textId="77777777" w:rsidR="00C75BC2" w:rsidRPr="00C75BC2" w:rsidRDefault="00C75BC2" w:rsidP="00C75BC2"/>
    <w:p w14:paraId="2F967807" w14:textId="77777777" w:rsidR="00C75BC2" w:rsidRPr="00C75BC2" w:rsidRDefault="00C75BC2" w:rsidP="00C75BC2"/>
    <w:p w14:paraId="7B19867F" w14:textId="77777777" w:rsidR="00C75BC2" w:rsidRPr="00C75BC2" w:rsidRDefault="00C75BC2" w:rsidP="00C75BC2"/>
    <w:p w14:paraId="2C1F24CF" w14:textId="77777777" w:rsidR="00C75BC2" w:rsidRPr="00C75BC2" w:rsidRDefault="00C75BC2" w:rsidP="00C75BC2"/>
    <w:p w14:paraId="76E3E90F" w14:textId="77777777" w:rsidR="00C75BC2" w:rsidRPr="00C75BC2" w:rsidRDefault="00C75BC2" w:rsidP="00C75BC2"/>
    <w:p w14:paraId="230CAE5B" w14:textId="77777777" w:rsidR="00C75BC2" w:rsidRPr="00C75BC2" w:rsidRDefault="00C75BC2" w:rsidP="00C75BC2"/>
    <w:p w14:paraId="1142C58A" w14:textId="77777777" w:rsidR="00C75BC2" w:rsidRPr="00C75BC2" w:rsidRDefault="00C75BC2" w:rsidP="00C75BC2"/>
    <w:p w14:paraId="3D3D8B37" w14:textId="77777777" w:rsidR="00C75BC2" w:rsidRPr="00C75BC2" w:rsidRDefault="00C75BC2" w:rsidP="00C75BC2"/>
    <w:p w14:paraId="4F27D154" w14:textId="77777777" w:rsidR="00C75BC2" w:rsidRPr="00C75BC2" w:rsidRDefault="00C75BC2" w:rsidP="00C75BC2"/>
    <w:p w14:paraId="35A1F10F" w14:textId="77777777" w:rsidR="00C75BC2" w:rsidRPr="00C75BC2" w:rsidRDefault="00C75BC2" w:rsidP="00C75BC2"/>
    <w:p w14:paraId="2443DA40" w14:textId="77777777" w:rsidR="00C75BC2" w:rsidRPr="00C75BC2" w:rsidRDefault="00C75BC2" w:rsidP="00C75BC2"/>
    <w:p w14:paraId="7C1ED314" w14:textId="4594A545" w:rsidR="00C75BC2" w:rsidRPr="00C75BC2" w:rsidRDefault="00C75BC2" w:rsidP="005A0D79">
      <w:pPr>
        <w:tabs>
          <w:tab w:val="left" w:pos="5124"/>
        </w:tabs>
      </w:pPr>
      <w:r>
        <w:tab/>
      </w:r>
    </w:p>
    <w:sectPr w:rsidR="00C75BC2" w:rsidRPr="00C75BC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88E36" w14:textId="77777777"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14:paraId="09A75EF9" w14:textId="77777777"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EAA9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5236C6" w14:textId="2FC44C2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0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0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40C3EE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4D59F7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254AFD8" w14:textId="77777777" w:rsidR="00F1715C" w:rsidRDefault="00F1715C" w:rsidP="00D831A3">
          <w:pPr>
            <w:pStyle w:val="Zpat"/>
          </w:pPr>
        </w:p>
      </w:tc>
    </w:tr>
  </w:tbl>
  <w:p w14:paraId="367EA14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A6E133" wp14:editId="051A1C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7A68F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C6EBF9" wp14:editId="4B578E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FF410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90EFB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3EAD43" w14:textId="7D3034E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12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12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B89B89B" w14:textId="77777777" w:rsidR="00F1715C" w:rsidRDefault="00F1715C" w:rsidP="005A0D79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7C0746" w14:textId="77777777" w:rsidR="00F1715C" w:rsidRDefault="00F1715C" w:rsidP="005A0D79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A2FD0BC" w14:textId="77777777" w:rsidR="00F1715C" w:rsidRDefault="00F1715C" w:rsidP="005A0D79">
          <w:pPr>
            <w:pStyle w:val="Zpat"/>
            <w:jc w:val="left"/>
          </w:pPr>
          <w:r>
            <w:t>Sídlo: Dlážděná 1003/7, 110 00 Praha 1</w:t>
          </w:r>
        </w:p>
        <w:p w14:paraId="5767A100" w14:textId="77777777" w:rsidR="00F1715C" w:rsidRDefault="00F1715C" w:rsidP="005A0D79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D985BA3" w14:textId="77777777" w:rsidR="00F1715C" w:rsidRDefault="00F1715C" w:rsidP="005A0D79">
          <w:pPr>
            <w:pStyle w:val="Zpat"/>
            <w:jc w:val="lef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19003F81" w14:textId="77777777" w:rsidR="00F1715C" w:rsidRDefault="00F1715C" w:rsidP="00460660">
          <w:pPr>
            <w:pStyle w:val="Zpat"/>
          </w:pPr>
        </w:p>
      </w:tc>
    </w:tr>
  </w:tbl>
  <w:p w14:paraId="0847F2C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F4887B" wp14:editId="2124B4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C9162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83E6EB9" wp14:editId="2E2A7BA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E40C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B398CD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79D86" w14:textId="77777777"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14:paraId="5C8D1667" w14:textId="77777777"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D6C3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09D3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4105A1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25CD151" w14:textId="77777777" w:rsidR="00F1715C" w:rsidRPr="00D6163D" w:rsidRDefault="00F1715C" w:rsidP="00D6163D">
          <w:pPr>
            <w:pStyle w:val="Druhdokumentu"/>
          </w:pPr>
        </w:p>
      </w:tc>
    </w:tr>
  </w:tbl>
  <w:p w14:paraId="030F47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ABE4D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29914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CB82DE2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0C51B0E" w14:textId="77777777" w:rsidR="00F1715C" w:rsidRPr="00D6163D" w:rsidRDefault="00F1715C" w:rsidP="00FC6389">
          <w:pPr>
            <w:pStyle w:val="Druhdokumentu"/>
          </w:pPr>
        </w:p>
      </w:tc>
    </w:tr>
    <w:tr w:rsidR="009F392E" w14:paraId="5BC8565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176F6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BDE69E1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E90959D" w14:textId="77777777" w:rsidR="009F392E" w:rsidRPr="00D6163D" w:rsidRDefault="009F392E" w:rsidP="00FC6389">
          <w:pPr>
            <w:pStyle w:val="Druhdokumentu"/>
          </w:pPr>
        </w:p>
      </w:tc>
    </w:tr>
  </w:tbl>
  <w:p w14:paraId="2FA52B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9071119" wp14:editId="1F27D3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7693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E73212DE"/>
    <w:lvl w:ilvl="0" w:tplc="4934A450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342930794">
    <w:abstractNumId w:val="3"/>
  </w:num>
  <w:num w:numId="2" w16cid:durableId="739980607">
    <w:abstractNumId w:val="2"/>
  </w:num>
  <w:num w:numId="3" w16cid:durableId="4988086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1984365">
    <w:abstractNumId w:val="8"/>
  </w:num>
  <w:num w:numId="5" w16cid:durableId="1161429609">
    <w:abstractNumId w:val="4"/>
  </w:num>
  <w:num w:numId="6" w16cid:durableId="1682589994">
    <w:abstractNumId w:val="5"/>
  </w:num>
  <w:num w:numId="7" w16cid:durableId="2097821602">
    <w:abstractNumId w:val="0"/>
  </w:num>
  <w:num w:numId="8" w16cid:durableId="721825607">
    <w:abstractNumId w:val="6"/>
  </w:num>
  <w:num w:numId="9" w16cid:durableId="15693401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1663565">
    <w:abstractNumId w:val="5"/>
  </w:num>
  <w:num w:numId="11" w16cid:durableId="209074224">
    <w:abstractNumId w:val="2"/>
  </w:num>
  <w:num w:numId="12" w16cid:durableId="1141995332">
    <w:abstractNumId w:val="5"/>
  </w:num>
  <w:num w:numId="13" w16cid:durableId="1938752394">
    <w:abstractNumId w:val="5"/>
  </w:num>
  <w:num w:numId="14" w16cid:durableId="1544713341">
    <w:abstractNumId w:val="5"/>
  </w:num>
  <w:num w:numId="15" w16cid:durableId="361519341">
    <w:abstractNumId w:val="5"/>
  </w:num>
  <w:num w:numId="16" w16cid:durableId="1522428636">
    <w:abstractNumId w:val="9"/>
  </w:num>
  <w:num w:numId="17" w16cid:durableId="117191619">
    <w:abstractNumId w:val="3"/>
  </w:num>
  <w:num w:numId="18" w16cid:durableId="1507864522">
    <w:abstractNumId w:val="9"/>
  </w:num>
  <w:num w:numId="19" w16cid:durableId="758715108">
    <w:abstractNumId w:val="9"/>
  </w:num>
  <w:num w:numId="20" w16cid:durableId="2146699031">
    <w:abstractNumId w:val="9"/>
  </w:num>
  <w:num w:numId="21" w16cid:durableId="559748318">
    <w:abstractNumId w:val="9"/>
  </w:num>
  <w:num w:numId="22" w16cid:durableId="1675188682">
    <w:abstractNumId w:val="5"/>
  </w:num>
  <w:num w:numId="23" w16cid:durableId="1401175897">
    <w:abstractNumId w:val="2"/>
  </w:num>
  <w:num w:numId="24" w16cid:durableId="51469786">
    <w:abstractNumId w:val="5"/>
  </w:num>
  <w:num w:numId="25" w16cid:durableId="1116294439">
    <w:abstractNumId w:val="5"/>
  </w:num>
  <w:num w:numId="26" w16cid:durableId="452483759">
    <w:abstractNumId w:val="5"/>
  </w:num>
  <w:num w:numId="27" w16cid:durableId="1267077137">
    <w:abstractNumId w:val="5"/>
  </w:num>
  <w:num w:numId="28" w16cid:durableId="314334439">
    <w:abstractNumId w:val="9"/>
  </w:num>
  <w:num w:numId="29" w16cid:durableId="2048406745">
    <w:abstractNumId w:val="3"/>
  </w:num>
  <w:num w:numId="30" w16cid:durableId="575239092">
    <w:abstractNumId w:val="9"/>
  </w:num>
  <w:num w:numId="31" w16cid:durableId="280697355">
    <w:abstractNumId w:val="9"/>
  </w:num>
  <w:num w:numId="32" w16cid:durableId="1196698495">
    <w:abstractNumId w:val="9"/>
  </w:num>
  <w:num w:numId="33" w16cid:durableId="263198250">
    <w:abstractNumId w:val="9"/>
  </w:num>
  <w:num w:numId="34" w16cid:durableId="73998771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42899"/>
    <w:rsid w:val="00072C1E"/>
    <w:rsid w:val="000C5DA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726BB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D79"/>
    <w:rsid w:val="005F1404"/>
    <w:rsid w:val="00602B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63A2"/>
    <w:rsid w:val="008F18D6"/>
    <w:rsid w:val="00904780"/>
    <w:rsid w:val="0092129C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007C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75BC2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04FF0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1FF8D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2B04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726BB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726BB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726BB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2726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F4D8FA-64A7-4882-B280-C7BE04C1FD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AF4B90-4DB5-44FD-B849-ECC848224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6</cp:revision>
  <cp:lastPrinted>2025-07-22T09:56:00Z</cp:lastPrinted>
  <dcterms:created xsi:type="dcterms:W3CDTF">2024-10-18T12:04:00Z</dcterms:created>
  <dcterms:modified xsi:type="dcterms:W3CDTF">2025-07-22T09:57:00Z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